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773"/>
        <w:gridCol w:w="3743"/>
      </w:tblGrid>
      <w:tr w:rsidR="00C44134" w:rsidRPr="008B072B" w14:paraId="51FD5A5E" w14:textId="77777777" w:rsidTr="000B1E02">
        <w:trPr>
          <w:trHeight w:val="141"/>
        </w:trPr>
        <w:tc>
          <w:tcPr>
            <w:tcW w:w="2829" w:type="dxa"/>
          </w:tcPr>
          <w:p w14:paraId="59822323" w14:textId="77777777" w:rsidR="00C44134" w:rsidRPr="008B072B" w:rsidRDefault="00C44134" w:rsidP="008B072B">
            <w:pPr>
              <w:rPr>
                <w:rFonts w:cs="Arial"/>
                <w:b/>
              </w:rPr>
            </w:pPr>
            <w:r w:rsidRPr="008B072B">
              <w:rPr>
                <w:rFonts w:cs="Arial"/>
                <w:b/>
              </w:rPr>
              <w:t>Bild</w:t>
            </w:r>
          </w:p>
        </w:tc>
        <w:tc>
          <w:tcPr>
            <w:tcW w:w="2773" w:type="dxa"/>
          </w:tcPr>
          <w:p w14:paraId="708ADBD7" w14:textId="77777777" w:rsidR="00C44134" w:rsidRPr="008B072B" w:rsidRDefault="00C44134" w:rsidP="00507620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Dateiname</w:t>
            </w:r>
          </w:p>
        </w:tc>
        <w:tc>
          <w:tcPr>
            <w:tcW w:w="3743" w:type="dxa"/>
          </w:tcPr>
          <w:p w14:paraId="1A20B70D" w14:textId="77777777" w:rsidR="00C44134" w:rsidRDefault="00C44134" w:rsidP="00507620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Bildunterschrift</w:t>
            </w:r>
          </w:p>
          <w:p w14:paraId="741B2F95" w14:textId="77777777" w:rsidR="008E6D96" w:rsidRPr="008B072B" w:rsidRDefault="008E6D96" w:rsidP="00507620">
            <w:pPr>
              <w:rPr>
                <w:rFonts w:cs="Arial"/>
                <w:b/>
                <w:bCs/>
              </w:rPr>
            </w:pPr>
          </w:p>
        </w:tc>
      </w:tr>
      <w:tr w:rsidR="005E42D5" w:rsidRPr="008B072B" w14:paraId="354A0D84" w14:textId="77777777" w:rsidTr="000B1E02">
        <w:trPr>
          <w:trHeight w:val="141"/>
        </w:trPr>
        <w:tc>
          <w:tcPr>
            <w:tcW w:w="2829" w:type="dxa"/>
          </w:tcPr>
          <w:p w14:paraId="7F80B012" w14:textId="13617FCA" w:rsidR="005F30FE" w:rsidRDefault="00C5372C" w:rsidP="00C91647">
            <w:pPr>
              <w:rPr>
                <w:rFonts w:cs="Arial"/>
              </w:rPr>
            </w:pPr>
            <w:r>
              <w:pict w14:anchorId="60CFCAF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7.2pt;height:160.8pt">
                  <v:imagedata r:id="rId10" o:title=""/>
                </v:shape>
              </w:pict>
            </w:r>
          </w:p>
          <w:p w14:paraId="06EFA046" w14:textId="77777777" w:rsidR="00CE67ED" w:rsidRPr="008B072B" w:rsidRDefault="00CE67ED" w:rsidP="00C91647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31E4491D" w14:textId="30ECDB0B" w:rsidR="005E42D5" w:rsidRPr="000D3E44" w:rsidRDefault="00AF12A6" w:rsidP="00696959">
            <w:pPr>
              <w:rPr>
                <w:rFonts w:cs="Arial"/>
              </w:rPr>
            </w:pPr>
            <w:r w:rsidRPr="00AF12A6">
              <w:rPr>
                <w:rFonts w:cs="Arial"/>
              </w:rPr>
              <w:t>Triflex</w:t>
            </w:r>
            <w:r w:rsidR="0058573D">
              <w:rPr>
                <w:rFonts w:cs="Arial"/>
              </w:rPr>
              <w:t xml:space="preserve"> und EPEA</w:t>
            </w:r>
            <w:r w:rsidRPr="00AF12A6">
              <w:rPr>
                <w:rFonts w:cs="Arial"/>
              </w:rPr>
              <w:t>_01</w:t>
            </w:r>
            <w:r w:rsidR="009A2608" w:rsidRPr="000D3E44">
              <w:rPr>
                <w:rFonts w:cs="Arial"/>
              </w:rPr>
              <w:t>.jpg</w:t>
            </w:r>
          </w:p>
        </w:tc>
        <w:tc>
          <w:tcPr>
            <w:tcW w:w="3743" w:type="dxa"/>
          </w:tcPr>
          <w:p w14:paraId="55ADAD93" w14:textId="438DC43F" w:rsidR="00524033" w:rsidRPr="00524033" w:rsidRDefault="00C7163F" w:rsidP="00524033">
            <w:pPr>
              <w:pStyle w:val="Kopfzeile"/>
              <w:rPr>
                <w:rFonts w:cs="Arial"/>
              </w:rPr>
            </w:pPr>
            <w:r>
              <w:rPr>
                <w:rFonts w:cs="Arial"/>
                <w:lang w:val="de-DE" w:eastAsia="de-DE"/>
              </w:rPr>
              <w:t>Triflex hat auf der</w:t>
            </w:r>
            <w:r w:rsidRPr="00C7163F">
              <w:rPr>
                <w:rFonts w:cs="Arial"/>
                <w:lang w:val="de-DE" w:eastAsia="de-DE"/>
              </w:rPr>
              <w:t xml:space="preserve"> BAU </w:t>
            </w:r>
            <w:r>
              <w:rPr>
                <w:rFonts w:cs="Arial"/>
                <w:lang w:val="de-DE" w:eastAsia="de-DE"/>
              </w:rPr>
              <w:t>2025</w:t>
            </w:r>
            <w:r w:rsidRPr="00C7163F">
              <w:rPr>
                <w:rFonts w:cs="Arial"/>
                <w:lang w:val="de-DE" w:eastAsia="de-DE"/>
              </w:rPr>
              <w:t xml:space="preserve"> die Ergebnisse der Konformitätsüberprüfung von EPEA für </w:t>
            </w:r>
            <w:r>
              <w:rPr>
                <w:rFonts w:cs="Arial"/>
                <w:lang w:val="de-DE" w:eastAsia="de-DE"/>
              </w:rPr>
              <w:t>ihre Produkte Triflex ProDetail und Triflex SmartTec vorges</w:t>
            </w:r>
            <w:r w:rsidR="00FA4A03">
              <w:rPr>
                <w:rFonts w:cs="Arial"/>
                <w:lang w:val="de-DE" w:eastAsia="de-DE"/>
              </w:rPr>
              <w:t xml:space="preserve">tellt. </w:t>
            </w:r>
            <w:r w:rsidR="00524033" w:rsidRPr="00524033">
              <w:rPr>
                <w:rFonts w:cs="Arial"/>
              </w:rPr>
              <w:t>Markus Diem</w:t>
            </w:r>
            <w:r w:rsidR="00A40D7C">
              <w:rPr>
                <w:rFonts w:cs="Arial"/>
              </w:rPr>
              <w:t xml:space="preserve">, </w:t>
            </w:r>
            <w:r w:rsidR="00524033" w:rsidRPr="00524033">
              <w:rPr>
                <w:rFonts w:cs="Arial"/>
              </w:rPr>
              <w:t>Manager EPEA GmbH</w:t>
            </w:r>
            <w:r w:rsidR="00A40D7C">
              <w:rPr>
                <w:rFonts w:cs="Arial"/>
              </w:rPr>
              <w:t>, (links</w:t>
            </w:r>
            <w:r w:rsidR="00524033" w:rsidRPr="00524033">
              <w:rPr>
                <w:rFonts w:cs="Arial"/>
              </w:rPr>
              <w:t>), Bettina Stolt</w:t>
            </w:r>
            <w:r w:rsidR="007250B6">
              <w:rPr>
                <w:rFonts w:cs="Arial"/>
              </w:rPr>
              <w:t xml:space="preserve">, </w:t>
            </w:r>
            <w:r w:rsidR="00524033" w:rsidRPr="00524033">
              <w:rPr>
                <w:rFonts w:cs="Arial"/>
              </w:rPr>
              <w:t>Nachhaltigkeitsmanagerin Triflex</w:t>
            </w:r>
            <w:r w:rsidR="007250B6">
              <w:rPr>
                <w:rFonts w:cs="Arial"/>
              </w:rPr>
              <w:t xml:space="preserve">, </w:t>
            </w:r>
            <w:r w:rsidR="00A048A2">
              <w:rPr>
                <w:rFonts w:cs="Arial"/>
              </w:rPr>
              <w:t>(</w:t>
            </w:r>
            <w:r w:rsidR="00642717">
              <w:rPr>
                <w:rFonts w:cs="Arial"/>
              </w:rPr>
              <w:t>M</w:t>
            </w:r>
            <w:r w:rsidR="007250B6">
              <w:rPr>
                <w:rFonts w:cs="Arial"/>
              </w:rPr>
              <w:t>itte</w:t>
            </w:r>
            <w:r w:rsidR="00A048A2">
              <w:rPr>
                <w:rFonts w:cs="Arial"/>
              </w:rPr>
              <w:t>)</w:t>
            </w:r>
            <w:r w:rsidR="003B6A7E">
              <w:rPr>
                <w:rFonts w:cs="Arial"/>
              </w:rPr>
              <w:t>,</w:t>
            </w:r>
            <w:r w:rsidR="00524033" w:rsidRPr="00524033">
              <w:rPr>
                <w:rFonts w:cs="Arial"/>
              </w:rPr>
              <w:t xml:space="preserve"> und Pascal Keppler</w:t>
            </w:r>
            <w:r w:rsidR="007250B6">
              <w:rPr>
                <w:rFonts w:cs="Arial"/>
              </w:rPr>
              <w:t xml:space="preserve">, </w:t>
            </w:r>
            <w:r w:rsidR="00524033" w:rsidRPr="00524033">
              <w:rPr>
                <w:rFonts w:cs="Arial"/>
              </w:rPr>
              <w:t>Product Portfolio Manager EPEA GmbH</w:t>
            </w:r>
            <w:r w:rsidR="00642717">
              <w:rPr>
                <w:rFonts w:cs="Arial"/>
              </w:rPr>
              <w:t xml:space="preserve"> (rechts) freuen sich über die Zusammenarbeit.</w:t>
            </w:r>
          </w:p>
          <w:p w14:paraId="2FCAAF16" w14:textId="77777777" w:rsidR="00FA4A03" w:rsidRDefault="00FA4A03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EA54327" w14:textId="77777777" w:rsidR="00FA4A03" w:rsidRPr="00F55DE2" w:rsidRDefault="00FA4A03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670F7B0B" w14:textId="77777777" w:rsidR="009376A8" w:rsidRDefault="009376A8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>Foto: Triflex</w:t>
            </w:r>
          </w:p>
          <w:p w14:paraId="5A80A0E2" w14:textId="77777777" w:rsidR="0058573D" w:rsidRDefault="0058573D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5308E0D6" w14:textId="77777777" w:rsidR="0058573D" w:rsidRDefault="0058573D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834FC32" w14:textId="77777777" w:rsidR="0058573D" w:rsidRPr="00F55DE2" w:rsidRDefault="0058573D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57F035BA" w14:textId="77777777" w:rsidR="009669BD" w:rsidRPr="00F55DE2" w:rsidRDefault="009669BD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594DCB" w:rsidRPr="00EC7C4C" w14:paraId="6E7E68D2" w14:textId="77777777" w:rsidTr="000B1E02">
        <w:trPr>
          <w:trHeight w:val="141"/>
        </w:trPr>
        <w:tc>
          <w:tcPr>
            <w:tcW w:w="2829" w:type="dxa"/>
          </w:tcPr>
          <w:p w14:paraId="5A6B81F4" w14:textId="0C90698E" w:rsidR="00594DCB" w:rsidRDefault="00C5372C" w:rsidP="0070676F">
            <w:r>
              <w:pict w14:anchorId="15C9F161">
                <v:shape id="_x0000_i1026" type="#_x0000_t75" style="width:126.6pt;height:167.4pt">
                  <v:imagedata r:id="rId11" o:title=""/>
                </v:shape>
              </w:pict>
            </w:r>
          </w:p>
        </w:tc>
        <w:tc>
          <w:tcPr>
            <w:tcW w:w="2773" w:type="dxa"/>
          </w:tcPr>
          <w:p w14:paraId="69654947" w14:textId="38CBDD0A" w:rsidR="00594DCB" w:rsidRPr="00AF12A6" w:rsidRDefault="00903E24" w:rsidP="00696959">
            <w:pPr>
              <w:rPr>
                <w:rFonts w:cs="Arial"/>
              </w:rPr>
            </w:pPr>
            <w:r w:rsidRPr="00AF12A6">
              <w:rPr>
                <w:rFonts w:cs="Arial"/>
              </w:rPr>
              <w:t>Triflex</w:t>
            </w:r>
            <w:r>
              <w:rPr>
                <w:rFonts w:cs="Arial"/>
              </w:rPr>
              <w:t xml:space="preserve"> und EPEA</w:t>
            </w:r>
            <w:r w:rsidRPr="00AF12A6">
              <w:rPr>
                <w:rFonts w:cs="Arial"/>
              </w:rPr>
              <w:t>_0</w:t>
            </w:r>
            <w:r w:rsidR="00C5372C">
              <w:rPr>
                <w:rFonts w:cs="Arial"/>
              </w:rPr>
              <w:t>2</w:t>
            </w:r>
            <w:r w:rsidRPr="000D3E44">
              <w:rPr>
                <w:rFonts w:cs="Arial"/>
              </w:rPr>
              <w:t>.jpg</w:t>
            </w:r>
          </w:p>
        </w:tc>
        <w:tc>
          <w:tcPr>
            <w:tcW w:w="3743" w:type="dxa"/>
          </w:tcPr>
          <w:p w14:paraId="6DB90840" w14:textId="3EB286C0" w:rsidR="00594DCB" w:rsidRDefault="006B3F22" w:rsidP="00594DC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 xml:space="preserve">Produktpass für Triflex </w:t>
            </w:r>
            <w:r w:rsidR="00B921CD">
              <w:rPr>
                <w:rFonts w:cs="Arial"/>
                <w:lang w:val="de-DE" w:eastAsia="de-DE"/>
              </w:rPr>
              <w:t xml:space="preserve">SmartTec: Erfolgreich geprüft nach DGNB, EU-Taxonomie, </w:t>
            </w:r>
            <w:r w:rsidR="00EB3DF2">
              <w:rPr>
                <w:rFonts w:cs="Arial"/>
                <w:lang w:val="de-DE" w:eastAsia="de-DE"/>
              </w:rPr>
              <w:t>QNG, BNB, LEED, WELL und BREEAM.</w:t>
            </w:r>
          </w:p>
        </w:tc>
      </w:tr>
      <w:tr w:rsidR="00594DCB" w:rsidRPr="00EC7C4C" w14:paraId="6336C80F" w14:textId="77777777" w:rsidTr="000B1E02">
        <w:trPr>
          <w:trHeight w:val="141"/>
        </w:trPr>
        <w:tc>
          <w:tcPr>
            <w:tcW w:w="2829" w:type="dxa"/>
          </w:tcPr>
          <w:p w14:paraId="02883DF3" w14:textId="77777777" w:rsidR="00594DCB" w:rsidRDefault="00594DCB" w:rsidP="0070676F"/>
        </w:tc>
        <w:tc>
          <w:tcPr>
            <w:tcW w:w="2773" w:type="dxa"/>
          </w:tcPr>
          <w:p w14:paraId="3FBD37EB" w14:textId="77777777" w:rsidR="00594DCB" w:rsidRPr="00AF12A6" w:rsidRDefault="00594DCB" w:rsidP="00696959">
            <w:pPr>
              <w:rPr>
                <w:rFonts w:cs="Arial"/>
              </w:rPr>
            </w:pPr>
          </w:p>
        </w:tc>
        <w:tc>
          <w:tcPr>
            <w:tcW w:w="3743" w:type="dxa"/>
          </w:tcPr>
          <w:p w14:paraId="59170565" w14:textId="77777777" w:rsidR="00594DCB" w:rsidRDefault="00594DCB" w:rsidP="006045AC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594DCB" w:rsidRPr="00EC7C4C" w14:paraId="7DE668CA" w14:textId="77777777" w:rsidTr="000B1E02">
        <w:trPr>
          <w:trHeight w:val="141"/>
        </w:trPr>
        <w:tc>
          <w:tcPr>
            <w:tcW w:w="2829" w:type="dxa"/>
          </w:tcPr>
          <w:p w14:paraId="47A5D585" w14:textId="77777777" w:rsidR="00594DCB" w:rsidRDefault="00594DCB" w:rsidP="0070676F"/>
        </w:tc>
        <w:tc>
          <w:tcPr>
            <w:tcW w:w="2773" w:type="dxa"/>
          </w:tcPr>
          <w:p w14:paraId="3FFD22A3" w14:textId="77777777" w:rsidR="00594DCB" w:rsidRPr="00AF12A6" w:rsidRDefault="00594DCB" w:rsidP="00696959">
            <w:pPr>
              <w:rPr>
                <w:rFonts w:cs="Arial"/>
              </w:rPr>
            </w:pPr>
          </w:p>
        </w:tc>
        <w:tc>
          <w:tcPr>
            <w:tcW w:w="3743" w:type="dxa"/>
          </w:tcPr>
          <w:p w14:paraId="6D26A074" w14:textId="77777777" w:rsidR="00594DCB" w:rsidRDefault="00594DCB" w:rsidP="006045AC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594DCB" w:rsidRPr="00EC7C4C" w14:paraId="7F964A28" w14:textId="77777777" w:rsidTr="000B1E02">
        <w:trPr>
          <w:trHeight w:val="141"/>
        </w:trPr>
        <w:tc>
          <w:tcPr>
            <w:tcW w:w="2829" w:type="dxa"/>
          </w:tcPr>
          <w:p w14:paraId="0B4F07E5" w14:textId="77777777" w:rsidR="00594DCB" w:rsidRDefault="00594DCB" w:rsidP="0070676F"/>
        </w:tc>
        <w:tc>
          <w:tcPr>
            <w:tcW w:w="2773" w:type="dxa"/>
          </w:tcPr>
          <w:p w14:paraId="71EE8F11" w14:textId="77777777" w:rsidR="00594DCB" w:rsidRPr="00AF12A6" w:rsidRDefault="00594DCB" w:rsidP="00696959">
            <w:pPr>
              <w:rPr>
                <w:rFonts w:cs="Arial"/>
              </w:rPr>
            </w:pPr>
          </w:p>
        </w:tc>
        <w:tc>
          <w:tcPr>
            <w:tcW w:w="3743" w:type="dxa"/>
          </w:tcPr>
          <w:p w14:paraId="67F365D3" w14:textId="77777777" w:rsidR="00594DCB" w:rsidRDefault="00594DCB" w:rsidP="006045AC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594DCB" w:rsidRPr="00EC7C4C" w14:paraId="19D9813B" w14:textId="77777777" w:rsidTr="000B1E02">
        <w:trPr>
          <w:trHeight w:val="141"/>
        </w:trPr>
        <w:tc>
          <w:tcPr>
            <w:tcW w:w="2829" w:type="dxa"/>
          </w:tcPr>
          <w:p w14:paraId="43A7E00F" w14:textId="6CE6200C" w:rsidR="00594DCB" w:rsidRDefault="00C5372C" w:rsidP="0070676F">
            <w:r>
              <w:lastRenderedPageBreak/>
              <w:pict w14:anchorId="00F21953">
                <v:shape id="_x0000_i1027" type="#_x0000_t75" style="width:135pt;height:190.8pt">
                  <v:imagedata r:id="rId12" o:title=""/>
                </v:shape>
              </w:pict>
            </w:r>
          </w:p>
        </w:tc>
        <w:tc>
          <w:tcPr>
            <w:tcW w:w="2773" w:type="dxa"/>
          </w:tcPr>
          <w:p w14:paraId="1A4B7F49" w14:textId="0CFE768E" w:rsidR="00594DCB" w:rsidRPr="00AF12A6" w:rsidRDefault="000E262E" w:rsidP="00696959">
            <w:pPr>
              <w:rPr>
                <w:rFonts w:cs="Arial"/>
              </w:rPr>
            </w:pPr>
            <w:r>
              <w:rPr>
                <w:rFonts w:cs="Arial"/>
              </w:rPr>
              <w:t>Triflex und EPEA_0</w:t>
            </w:r>
            <w:r w:rsidR="00C5372C">
              <w:rPr>
                <w:rFonts w:cs="Arial"/>
              </w:rPr>
              <w:t>3</w:t>
            </w:r>
            <w:r>
              <w:rPr>
                <w:rFonts w:cs="Arial"/>
              </w:rPr>
              <w:t>,jpg</w:t>
            </w:r>
          </w:p>
        </w:tc>
        <w:tc>
          <w:tcPr>
            <w:tcW w:w="3743" w:type="dxa"/>
          </w:tcPr>
          <w:p w14:paraId="5D5ED335" w14:textId="414C6082" w:rsidR="00594DCB" w:rsidRDefault="000E262E" w:rsidP="006045AC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>Produktpass für Triflex ProDetail: Erfolgreich geprüft nach DGNB, EU-Taxonomie, QNG, BNB, LEED, WELL und BREEAM.</w:t>
            </w:r>
          </w:p>
        </w:tc>
      </w:tr>
    </w:tbl>
    <w:p w14:paraId="7D1F5308" w14:textId="77777777" w:rsidR="0026091B" w:rsidRPr="00EC7C4C" w:rsidRDefault="0026091B" w:rsidP="00EC7C4C"/>
    <w:sectPr w:rsidR="0026091B" w:rsidRPr="00EC7C4C" w:rsidSect="00A403D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10A24" w14:textId="77777777" w:rsidR="00900683" w:rsidRDefault="00900683">
      <w:r>
        <w:separator/>
      </w:r>
    </w:p>
  </w:endnote>
  <w:endnote w:type="continuationSeparator" w:id="0">
    <w:p w14:paraId="313C80E6" w14:textId="77777777" w:rsidR="00900683" w:rsidRDefault="00900683">
      <w:r>
        <w:continuationSeparator/>
      </w:r>
    </w:p>
  </w:endnote>
  <w:endnote w:type="continuationNotice" w:id="1">
    <w:p w14:paraId="4FD7F4F7" w14:textId="77777777" w:rsidR="00900683" w:rsidRDefault="009006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2D0BC" w14:textId="77777777" w:rsidR="00700368" w:rsidRDefault="0070036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C735F" w14:textId="77777777" w:rsidR="00700368" w:rsidRDefault="0070036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FA7FC" w14:textId="77777777" w:rsidR="00700368" w:rsidRDefault="0070036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4EF87D" w14:textId="77777777" w:rsidR="00900683" w:rsidRDefault="00900683">
      <w:r>
        <w:separator/>
      </w:r>
    </w:p>
  </w:footnote>
  <w:footnote w:type="continuationSeparator" w:id="0">
    <w:p w14:paraId="2AFF3CF5" w14:textId="77777777" w:rsidR="00900683" w:rsidRDefault="00900683">
      <w:r>
        <w:continuationSeparator/>
      </w:r>
    </w:p>
  </w:footnote>
  <w:footnote w:type="continuationNotice" w:id="1">
    <w:p w14:paraId="4A805BD3" w14:textId="77777777" w:rsidR="00900683" w:rsidRDefault="009006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C44E8" w14:textId="77777777" w:rsidR="00700368" w:rsidRDefault="0070036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BFBB0" w14:textId="77777777" w:rsidR="00700368" w:rsidRDefault="00C5372C" w:rsidP="00700368">
    <w:r>
      <w:rPr>
        <w:noProof/>
      </w:rPr>
      <w:pict w14:anchorId="0184FD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6" type="#_x0000_t75" style="position:absolute;margin-left:372.7pt;margin-top:-15pt;width:126pt;height:63.75pt;z-index:251658752">
          <v:imagedata r:id="rId1" o:title="Triflex_Logo_4c_RGB Kopie"/>
        </v:shape>
      </w:pict>
    </w:r>
  </w:p>
  <w:p w14:paraId="16C37F7C" w14:textId="77777777" w:rsidR="00684BE5" w:rsidRPr="00684BE5" w:rsidRDefault="00C5372C" w:rsidP="00684BE5">
    <w:pPr>
      <w:pStyle w:val="Kopfzeile"/>
      <w:ind w:right="-1703"/>
      <w:jc w:val="center"/>
      <w:rPr>
        <w:color w:val="808080"/>
        <w:sz w:val="52"/>
        <w:lang w:val="de-DE"/>
      </w:rPr>
    </w:pPr>
    <w:r>
      <w:rPr>
        <w:rFonts w:ascii="Frutiger 45 Light" w:hAnsi="Frutiger 45 Light"/>
        <w:noProof/>
        <w:sz w:val="20"/>
      </w:rPr>
      <w:pict w14:anchorId="65F258FA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0;margin-top:30.35pt;width:225pt;height:36pt;z-index:251656704" stroked="f">
          <v:textbox style="mso-next-textbox:#_x0000_s1026" inset="0,0,0,0">
            <w:txbxContent>
              <w:p w14:paraId="17CABC23" w14:textId="77777777" w:rsidR="00684BE5" w:rsidRDefault="00684BE5">
                <w:pPr>
                  <w:pStyle w:val="berschrift1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Bildunterschriften</w:t>
                </w:r>
              </w:p>
              <w:p w14:paraId="57A055B8" w14:textId="77777777" w:rsidR="00684BE5" w:rsidRPr="005C3A1F" w:rsidRDefault="00684BE5" w:rsidP="005C3A1F"/>
            </w:txbxContent>
          </v:textbox>
        </v:shape>
      </w:pict>
    </w:r>
    <w:r>
      <w:rPr>
        <w:rFonts w:ascii="Frutiger 45 Light" w:hAnsi="Frutiger 45 Light"/>
        <w:noProof/>
        <w:sz w:val="52"/>
      </w:rPr>
      <w:pict w14:anchorId="1D4C6BA8">
        <v:shape id="_x0000_s1035" type="#_x0000_t202" style="position:absolute;left:0;text-align:left;margin-left:376.1pt;margin-top:30.35pt;width:127.15pt;height:88.2pt;z-index:251657728;mso-wrap-style:none;mso-width-relative:margin;mso-height-relative:margin" stroked="f">
          <v:textbox style="mso-next-textbox:#_x0000_s1035;mso-fit-shape-to-text:t" inset="0,0,0,0">
            <w:txbxContent>
              <w:p w14:paraId="0E7C7005" w14:textId="77777777" w:rsidR="00700368" w:rsidRDefault="00700368"/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8E84A" w14:textId="77777777" w:rsidR="00700368" w:rsidRDefault="0070036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doNotTrackMoves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A27FF"/>
    <w:rsid w:val="00007BE7"/>
    <w:rsid w:val="00014A6B"/>
    <w:rsid w:val="0002260B"/>
    <w:rsid w:val="0003018C"/>
    <w:rsid w:val="0003597C"/>
    <w:rsid w:val="00035D20"/>
    <w:rsid w:val="000506A6"/>
    <w:rsid w:val="00054731"/>
    <w:rsid w:val="000554EE"/>
    <w:rsid w:val="000611F8"/>
    <w:rsid w:val="00066400"/>
    <w:rsid w:val="0007017F"/>
    <w:rsid w:val="00071B62"/>
    <w:rsid w:val="000763FB"/>
    <w:rsid w:val="00082032"/>
    <w:rsid w:val="000927D4"/>
    <w:rsid w:val="00094D22"/>
    <w:rsid w:val="000A4542"/>
    <w:rsid w:val="000B1E02"/>
    <w:rsid w:val="000C2519"/>
    <w:rsid w:val="000D3E44"/>
    <w:rsid w:val="000E262E"/>
    <w:rsid w:val="000F55A3"/>
    <w:rsid w:val="001063FA"/>
    <w:rsid w:val="0011341F"/>
    <w:rsid w:val="00115AAE"/>
    <w:rsid w:val="00117D18"/>
    <w:rsid w:val="00127A49"/>
    <w:rsid w:val="00161131"/>
    <w:rsid w:val="001648F0"/>
    <w:rsid w:val="00171C24"/>
    <w:rsid w:val="00172B9D"/>
    <w:rsid w:val="00176485"/>
    <w:rsid w:val="001805E3"/>
    <w:rsid w:val="001A39AE"/>
    <w:rsid w:val="001B2043"/>
    <w:rsid w:val="001B3274"/>
    <w:rsid w:val="001B4370"/>
    <w:rsid w:val="001B7A44"/>
    <w:rsid w:val="001B7F7B"/>
    <w:rsid w:val="001C2125"/>
    <w:rsid w:val="001D6A08"/>
    <w:rsid w:val="001D6EB7"/>
    <w:rsid w:val="001D738C"/>
    <w:rsid w:val="001E5258"/>
    <w:rsid w:val="002001A2"/>
    <w:rsid w:val="00200350"/>
    <w:rsid w:val="00206C0A"/>
    <w:rsid w:val="0021337A"/>
    <w:rsid w:val="00215213"/>
    <w:rsid w:val="00220B5A"/>
    <w:rsid w:val="00220C2D"/>
    <w:rsid w:val="00223F23"/>
    <w:rsid w:val="0023018E"/>
    <w:rsid w:val="00232881"/>
    <w:rsid w:val="00235838"/>
    <w:rsid w:val="00243CAD"/>
    <w:rsid w:val="00253566"/>
    <w:rsid w:val="00253A2F"/>
    <w:rsid w:val="00255AA7"/>
    <w:rsid w:val="00256000"/>
    <w:rsid w:val="002569A8"/>
    <w:rsid w:val="0026091B"/>
    <w:rsid w:val="00261B3C"/>
    <w:rsid w:val="00263DB9"/>
    <w:rsid w:val="002659C4"/>
    <w:rsid w:val="002744E3"/>
    <w:rsid w:val="00275C28"/>
    <w:rsid w:val="00280456"/>
    <w:rsid w:val="00287C27"/>
    <w:rsid w:val="00291822"/>
    <w:rsid w:val="00294291"/>
    <w:rsid w:val="00296B8E"/>
    <w:rsid w:val="002974C3"/>
    <w:rsid w:val="002A34DC"/>
    <w:rsid w:val="002B76C9"/>
    <w:rsid w:val="002C159E"/>
    <w:rsid w:val="002D03D6"/>
    <w:rsid w:val="002D3D1E"/>
    <w:rsid w:val="002D408D"/>
    <w:rsid w:val="002D6EC2"/>
    <w:rsid w:val="002E03A7"/>
    <w:rsid w:val="002E53DB"/>
    <w:rsid w:val="002F2FE1"/>
    <w:rsid w:val="002F3ACC"/>
    <w:rsid w:val="00301EF6"/>
    <w:rsid w:val="00315AEB"/>
    <w:rsid w:val="00321F0D"/>
    <w:rsid w:val="00321FE9"/>
    <w:rsid w:val="00332ECF"/>
    <w:rsid w:val="00334959"/>
    <w:rsid w:val="00345F79"/>
    <w:rsid w:val="00353E86"/>
    <w:rsid w:val="00373298"/>
    <w:rsid w:val="003841ED"/>
    <w:rsid w:val="003850AB"/>
    <w:rsid w:val="00394B50"/>
    <w:rsid w:val="003A2D9E"/>
    <w:rsid w:val="003A3F50"/>
    <w:rsid w:val="003A450E"/>
    <w:rsid w:val="003A7729"/>
    <w:rsid w:val="003A79DB"/>
    <w:rsid w:val="003B6A7E"/>
    <w:rsid w:val="003C2238"/>
    <w:rsid w:val="003C3D23"/>
    <w:rsid w:val="003C420A"/>
    <w:rsid w:val="003C4AFB"/>
    <w:rsid w:val="003C7A19"/>
    <w:rsid w:val="003E5EEE"/>
    <w:rsid w:val="003F119D"/>
    <w:rsid w:val="00411D4F"/>
    <w:rsid w:val="00412755"/>
    <w:rsid w:val="004137D2"/>
    <w:rsid w:val="00414DE8"/>
    <w:rsid w:val="00423284"/>
    <w:rsid w:val="0042410F"/>
    <w:rsid w:val="00426A0C"/>
    <w:rsid w:val="00431D52"/>
    <w:rsid w:val="00431DFA"/>
    <w:rsid w:val="004429C3"/>
    <w:rsid w:val="00450B79"/>
    <w:rsid w:val="004518F6"/>
    <w:rsid w:val="004542B0"/>
    <w:rsid w:val="004617D1"/>
    <w:rsid w:val="00462AB4"/>
    <w:rsid w:val="0046569E"/>
    <w:rsid w:val="0047798A"/>
    <w:rsid w:val="00497DFE"/>
    <w:rsid w:val="004A4399"/>
    <w:rsid w:val="004A5476"/>
    <w:rsid w:val="004A6D01"/>
    <w:rsid w:val="004A7385"/>
    <w:rsid w:val="004B14DA"/>
    <w:rsid w:val="004C1797"/>
    <w:rsid w:val="004C49BC"/>
    <w:rsid w:val="004C4CDA"/>
    <w:rsid w:val="004C7236"/>
    <w:rsid w:val="004E36CC"/>
    <w:rsid w:val="004F0B26"/>
    <w:rsid w:val="004F18AC"/>
    <w:rsid w:val="004F2824"/>
    <w:rsid w:val="00500052"/>
    <w:rsid w:val="0050199F"/>
    <w:rsid w:val="005038FF"/>
    <w:rsid w:val="00503EC9"/>
    <w:rsid w:val="00507620"/>
    <w:rsid w:val="00507F7A"/>
    <w:rsid w:val="00513084"/>
    <w:rsid w:val="00523754"/>
    <w:rsid w:val="00523CC4"/>
    <w:rsid w:val="00524033"/>
    <w:rsid w:val="00524821"/>
    <w:rsid w:val="00527C61"/>
    <w:rsid w:val="005313B2"/>
    <w:rsid w:val="00537DFE"/>
    <w:rsid w:val="00545530"/>
    <w:rsid w:val="00554BEF"/>
    <w:rsid w:val="00556218"/>
    <w:rsid w:val="00560DAE"/>
    <w:rsid w:val="00567CCD"/>
    <w:rsid w:val="005804FC"/>
    <w:rsid w:val="00581EAC"/>
    <w:rsid w:val="0058573D"/>
    <w:rsid w:val="00594DCB"/>
    <w:rsid w:val="005955ED"/>
    <w:rsid w:val="005A4AE5"/>
    <w:rsid w:val="005A7723"/>
    <w:rsid w:val="005B0B34"/>
    <w:rsid w:val="005B0C4C"/>
    <w:rsid w:val="005B6666"/>
    <w:rsid w:val="005C1206"/>
    <w:rsid w:val="005C3A1F"/>
    <w:rsid w:val="005D44F8"/>
    <w:rsid w:val="005E42D5"/>
    <w:rsid w:val="005E5614"/>
    <w:rsid w:val="005E61BF"/>
    <w:rsid w:val="005F30FE"/>
    <w:rsid w:val="005F74A6"/>
    <w:rsid w:val="00602881"/>
    <w:rsid w:val="006045AC"/>
    <w:rsid w:val="00624044"/>
    <w:rsid w:val="00626F80"/>
    <w:rsid w:val="006272D1"/>
    <w:rsid w:val="00642717"/>
    <w:rsid w:val="006430ED"/>
    <w:rsid w:val="00661378"/>
    <w:rsid w:val="00680F74"/>
    <w:rsid w:val="00684BE5"/>
    <w:rsid w:val="0069165B"/>
    <w:rsid w:val="00696959"/>
    <w:rsid w:val="006A47FA"/>
    <w:rsid w:val="006B14B4"/>
    <w:rsid w:val="006B3F22"/>
    <w:rsid w:val="006C16A4"/>
    <w:rsid w:val="006C1B9C"/>
    <w:rsid w:val="006C1D80"/>
    <w:rsid w:val="006D1F45"/>
    <w:rsid w:val="006E07F9"/>
    <w:rsid w:val="006E15C7"/>
    <w:rsid w:val="006F39E7"/>
    <w:rsid w:val="00700368"/>
    <w:rsid w:val="0070114A"/>
    <w:rsid w:val="007041AB"/>
    <w:rsid w:val="00706638"/>
    <w:rsid w:val="0070676F"/>
    <w:rsid w:val="007146E1"/>
    <w:rsid w:val="00720FDA"/>
    <w:rsid w:val="007250B6"/>
    <w:rsid w:val="00734673"/>
    <w:rsid w:val="00735FD3"/>
    <w:rsid w:val="00737590"/>
    <w:rsid w:val="00741C8C"/>
    <w:rsid w:val="00750DE0"/>
    <w:rsid w:val="00762825"/>
    <w:rsid w:val="00790229"/>
    <w:rsid w:val="007912EF"/>
    <w:rsid w:val="00791475"/>
    <w:rsid w:val="007A27FF"/>
    <w:rsid w:val="007A5D59"/>
    <w:rsid w:val="007B1B04"/>
    <w:rsid w:val="007B2F0A"/>
    <w:rsid w:val="007B2FF1"/>
    <w:rsid w:val="007B520D"/>
    <w:rsid w:val="007B6813"/>
    <w:rsid w:val="007C3242"/>
    <w:rsid w:val="007C435D"/>
    <w:rsid w:val="007D1C5D"/>
    <w:rsid w:val="007D5990"/>
    <w:rsid w:val="007D5C95"/>
    <w:rsid w:val="007D5D02"/>
    <w:rsid w:val="007E6AB5"/>
    <w:rsid w:val="007F147A"/>
    <w:rsid w:val="008001A8"/>
    <w:rsid w:val="00800618"/>
    <w:rsid w:val="008065A4"/>
    <w:rsid w:val="008112DE"/>
    <w:rsid w:val="00812858"/>
    <w:rsid w:val="0082208A"/>
    <w:rsid w:val="00833CE9"/>
    <w:rsid w:val="00834310"/>
    <w:rsid w:val="00834966"/>
    <w:rsid w:val="008544DF"/>
    <w:rsid w:val="00855043"/>
    <w:rsid w:val="0086303E"/>
    <w:rsid w:val="0087101B"/>
    <w:rsid w:val="00873A06"/>
    <w:rsid w:val="008802AB"/>
    <w:rsid w:val="008814EC"/>
    <w:rsid w:val="008821E6"/>
    <w:rsid w:val="00883445"/>
    <w:rsid w:val="008866AB"/>
    <w:rsid w:val="008903EB"/>
    <w:rsid w:val="00896708"/>
    <w:rsid w:val="008A6A76"/>
    <w:rsid w:val="008B072B"/>
    <w:rsid w:val="008B6FE2"/>
    <w:rsid w:val="008D1132"/>
    <w:rsid w:val="008D7A8E"/>
    <w:rsid w:val="008E33AB"/>
    <w:rsid w:val="008E6D96"/>
    <w:rsid w:val="008E7DC8"/>
    <w:rsid w:val="008E7E6D"/>
    <w:rsid w:val="008F7363"/>
    <w:rsid w:val="00900683"/>
    <w:rsid w:val="00903E24"/>
    <w:rsid w:val="00904DCD"/>
    <w:rsid w:val="0090534E"/>
    <w:rsid w:val="0090631A"/>
    <w:rsid w:val="009235CF"/>
    <w:rsid w:val="009320BA"/>
    <w:rsid w:val="00936A96"/>
    <w:rsid w:val="00937040"/>
    <w:rsid w:val="009376A8"/>
    <w:rsid w:val="00947610"/>
    <w:rsid w:val="00953DC6"/>
    <w:rsid w:val="009669BD"/>
    <w:rsid w:val="00976C73"/>
    <w:rsid w:val="00981356"/>
    <w:rsid w:val="00985DFA"/>
    <w:rsid w:val="009903F5"/>
    <w:rsid w:val="009905B2"/>
    <w:rsid w:val="00992CCF"/>
    <w:rsid w:val="00996615"/>
    <w:rsid w:val="00997A96"/>
    <w:rsid w:val="009A1FBA"/>
    <w:rsid w:val="009A2608"/>
    <w:rsid w:val="009A7AF1"/>
    <w:rsid w:val="009A7B1E"/>
    <w:rsid w:val="009A7ECE"/>
    <w:rsid w:val="009B20BB"/>
    <w:rsid w:val="009B4D68"/>
    <w:rsid w:val="009C1B8E"/>
    <w:rsid w:val="009C765D"/>
    <w:rsid w:val="009D0656"/>
    <w:rsid w:val="009D37DA"/>
    <w:rsid w:val="009D64DF"/>
    <w:rsid w:val="009E56F9"/>
    <w:rsid w:val="00A0156C"/>
    <w:rsid w:val="00A01692"/>
    <w:rsid w:val="00A01E68"/>
    <w:rsid w:val="00A039A9"/>
    <w:rsid w:val="00A048A2"/>
    <w:rsid w:val="00A1086E"/>
    <w:rsid w:val="00A25E6C"/>
    <w:rsid w:val="00A27AC3"/>
    <w:rsid w:val="00A314E9"/>
    <w:rsid w:val="00A356AD"/>
    <w:rsid w:val="00A376A1"/>
    <w:rsid w:val="00A403DD"/>
    <w:rsid w:val="00A40D7C"/>
    <w:rsid w:val="00A416F4"/>
    <w:rsid w:val="00A41E3C"/>
    <w:rsid w:val="00A468C9"/>
    <w:rsid w:val="00A46D7D"/>
    <w:rsid w:val="00A5494E"/>
    <w:rsid w:val="00A55C08"/>
    <w:rsid w:val="00A614E5"/>
    <w:rsid w:val="00A618BB"/>
    <w:rsid w:val="00A63A8F"/>
    <w:rsid w:val="00A809D0"/>
    <w:rsid w:val="00A82262"/>
    <w:rsid w:val="00A82940"/>
    <w:rsid w:val="00A91BC4"/>
    <w:rsid w:val="00AA2D1F"/>
    <w:rsid w:val="00AA3631"/>
    <w:rsid w:val="00AA4697"/>
    <w:rsid w:val="00AB3F6E"/>
    <w:rsid w:val="00AB47DE"/>
    <w:rsid w:val="00AC43ED"/>
    <w:rsid w:val="00AC48C3"/>
    <w:rsid w:val="00AD3CB0"/>
    <w:rsid w:val="00AD7894"/>
    <w:rsid w:val="00AE3063"/>
    <w:rsid w:val="00AE383B"/>
    <w:rsid w:val="00AE6E7E"/>
    <w:rsid w:val="00AF12A6"/>
    <w:rsid w:val="00AF24E3"/>
    <w:rsid w:val="00B01746"/>
    <w:rsid w:val="00B103E2"/>
    <w:rsid w:val="00B10C69"/>
    <w:rsid w:val="00B13B6B"/>
    <w:rsid w:val="00B15C0C"/>
    <w:rsid w:val="00B173A4"/>
    <w:rsid w:val="00B21319"/>
    <w:rsid w:val="00B215FF"/>
    <w:rsid w:val="00B25AEC"/>
    <w:rsid w:val="00B308C1"/>
    <w:rsid w:val="00B311BF"/>
    <w:rsid w:val="00B32AD9"/>
    <w:rsid w:val="00B33CB3"/>
    <w:rsid w:val="00B45C04"/>
    <w:rsid w:val="00B471B4"/>
    <w:rsid w:val="00B5078E"/>
    <w:rsid w:val="00B51E42"/>
    <w:rsid w:val="00B53D47"/>
    <w:rsid w:val="00B60102"/>
    <w:rsid w:val="00B61DC7"/>
    <w:rsid w:val="00B67BBA"/>
    <w:rsid w:val="00B83F55"/>
    <w:rsid w:val="00B921CD"/>
    <w:rsid w:val="00B9296E"/>
    <w:rsid w:val="00B93DC0"/>
    <w:rsid w:val="00B97152"/>
    <w:rsid w:val="00BA595A"/>
    <w:rsid w:val="00BB58E8"/>
    <w:rsid w:val="00BD2326"/>
    <w:rsid w:val="00BD49CA"/>
    <w:rsid w:val="00BE1F53"/>
    <w:rsid w:val="00BE7F9C"/>
    <w:rsid w:val="00C003EC"/>
    <w:rsid w:val="00C068C7"/>
    <w:rsid w:val="00C1501D"/>
    <w:rsid w:val="00C1614D"/>
    <w:rsid w:val="00C306B2"/>
    <w:rsid w:val="00C44134"/>
    <w:rsid w:val="00C44AE6"/>
    <w:rsid w:val="00C457D1"/>
    <w:rsid w:val="00C51A6A"/>
    <w:rsid w:val="00C5241B"/>
    <w:rsid w:val="00C5372C"/>
    <w:rsid w:val="00C542F9"/>
    <w:rsid w:val="00C54EEE"/>
    <w:rsid w:val="00C7125C"/>
    <w:rsid w:val="00C7163F"/>
    <w:rsid w:val="00C75C03"/>
    <w:rsid w:val="00C75E85"/>
    <w:rsid w:val="00C77F63"/>
    <w:rsid w:val="00C803C5"/>
    <w:rsid w:val="00C861AA"/>
    <w:rsid w:val="00C91647"/>
    <w:rsid w:val="00C916CF"/>
    <w:rsid w:val="00C94573"/>
    <w:rsid w:val="00CA186F"/>
    <w:rsid w:val="00CA60E2"/>
    <w:rsid w:val="00CB0985"/>
    <w:rsid w:val="00CB0DCE"/>
    <w:rsid w:val="00CB10D5"/>
    <w:rsid w:val="00CC06F3"/>
    <w:rsid w:val="00CD1388"/>
    <w:rsid w:val="00CD4426"/>
    <w:rsid w:val="00CE67ED"/>
    <w:rsid w:val="00D02EDF"/>
    <w:rsid w:val="00D0351F"/>
    <w:rsid w:val="00D03817"/>
    <w:rsid w:val="00D0713B"/>
    <w:rsid w:val="00D22462"/>
    <w:rsid w:val="00D3230B"/>
    <w:rsid w:val="00D44878"/>
    <w:rsid w:val="00D45148"/>
    <w:rsid w:val="00D456E1"/>
    <w:rsid w:val="00D51A1C"/>
    <w:rsid w:val="00D6022E"/>
    <w:rsid w:val="00D62BEA"/>
    <w:rsid w:val="00D66B8A"/>
    <w:rsid w:val="00D77195"/>
    <w:rsid w:val="00D8145E"/>
    <w:rsid w:val="00D81870"/>
    <w:rsid w:val="00D8419A"/>
    <w:rsid w:val="00D85C75"/>
    <w:rsid w:val="00D872B8"/>
    <w:rsid w:val="00D9326F"/>
    <w:rsid w:val="00D94773"/>
    <w:rsid w:val="00DB032C"/>
    <w:rsid w:val="00DB4C8E"/>
    <w:rsid w:val="00DC4A71"/>
    <w:rsid w:val="00DD229F"/>
    <w:rsid w:val="00DE14CE"/>
    <w:rsid w:val="00DE4B0F"/>
    <w:rsid w:val="00DF1630"/>
    <w:rsid w:val="00DF2242"/>
    <w:rsid w:val="00DF29C3"/>
    <w:rsid w:val="00DF2B91"/>
    <w:rsid w:val="00E02078"/>
    <w:rsid w:val="00E131DC"/>
    <w:rsid w:val="00E27F76"/>
    <w:rsid w:val="00E3591D"/>
    <w:rsid w:val="00E3789C"/>
    <w:rsid w:val="00E5751D"/>
    <w:rsid w:val="00E6006D"/>
    <w:rsid w:val="00E85FDF"/>
    <w:rsid w:val="00EA0F32"/>
    <w:rsid w:val="00EA64A5"/>
    <w:rsid w:val="00EA6EE4"/>
    <w:rsid w:val="00EB3C55"/>
    <w:rsid w:val="00EB3DF2"/>
    <w:rsid w:val="00EB6D2A"/>
    <w:rsid w:val="00EC7C4C"/>
    <w:rsid w:val="00ED1991"/>
    <w:rsid w:val="00ED30CF"/>
    <w:rsid w:val="00EE0A98"/>
    <w:rsid w:val="00EE23EE"/>
    <w:rsid w:val="00EE682F"/>
    <w:rsid w:val="00EF3D4F"/>
    <w:rsid w:val="00EF76FB"/>
    <w:rsid w:val="00F01D6C"/>
    <w:rsid w:val="00F02F7E"/>
    <w:rsid w:val="00F05126"/>
    <w:rsid w:val="00F2044A"/>
    <w:rsid w:val="00F468A9"/>
    <w:rsid w:val="00F51D4D"/>
    <w:rsid w:val="00F55DE2"/>
    <w:rsid w:val="00F73E45"/>
    <w:rsid w:val="00F807A5"/>
    <w:rsid w:val="00F839C2"/>
    <w:rsid w:val="00F90C85"/>
    <w:rsid w:val="00F90D8C"/>
    <w:rsid w:val="00F95EFF"/>
    <w:rsid w:val="00FA0A6C"/>
    <w:rsid w:val="00FA1453"/>
    <w:rsid w:val="00FA4A03"/>
    <w:rsid w:val="00FA7204"/>
    <w:rsid w:val="00FA776C"/>
    <w:rsid w:val="00FB0C6E"/>
    <w:rsid w:val="00FB3290"/>
    <w:rsid w:val="00FB3BC3"/>
    <w:rsid w:val="00FB42BD"/>
    <w:rsid w:val="00FC2F20"/>
    <w:rsid w:val="00FC6391"/>
    <w:rsid w:val="00FE4741"/>
    <w:rsid w:val="00FF14A1"/>
    <w:rsid w:val="0600EF8C"/>
    <w:rsid w:val="24F483C5"/>
    <w:rsid w:val="64FA9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,"/>
  <w:listSeparator w:val=";"/>
  <w14:docId w14:val="3FE99B88"/>
  <w15:chartTrackingRefBased/>
  <w15:docId w15:val="{BACDC8E7-64E9-4CE4-9A85-4AC13C1B0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customStyle="1" w:styleId="TextkrperZchn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26091B"/>
    <w:rPr>
      <w:rFonts w:ascii="Arial" w:hAnsi="Arial"/>
      <w:sz w:val="22"/>
    </w:rPr>
  </w:style>
  <w:style w:type="character" w:customStyle="1" w:styleId="berschrift3Zchn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customStyle="1" w:styleId="KopfzeileZchn">
    <w:name w:val="Kopfzeile Zchn"/>
    <w:link w:val="Kopfzeile"/>
    <w:semiHidden/>
    <w:rsid w:val="00C44134"/>
    <w:rPr>
      <w:rFonts w:ascii="Arial" w:hAnsi="Arial"/>
      <w:sz w:val="22"/>
    </w:rPr>
  </w:style>
  <w:style w:type="paragraph" w:customStyle="1" w:styleId="Textcopy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37590"/>
    <w:rPr>
      <w:sz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rsid w:val="0073759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5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37590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8802AB"/>
    <w:rPr>
      <w:rFonts w:ascii="Arial" w:hAnsi="Arial"/>
      <w:sz w:val="22"/>
    </w:rPr>
  </w:style>
  <w:style w:type="character" w:styleId="Hyperlink">
    <w:name w:val="Hyperlink"/>
    <w:uiPriority w:val="99"/>
    <w:unhideWhenUsed/>
    <w:rsid w:val="00C7163F"/>
    <w:rPr>
      <w:color w:val="467886"/>
      <w:u w:val="single"/>
    </w:rPr>
  </w:style>
  <w:style w:type="character" w:styleId="NichtaufgelsteErwhnung">
    <w:name w:val="Unresolved Mention"/>
    <w:uiPriority w:val="99"/>
    <w:semiHidden/>
    <w:unhideWhenUsed/>
    <w:rsid w:val="00C716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6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7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ORLAGEN\triflex\AT-Bildunterschriften_de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353FB34-9322-4B28-B04C-4817F8384F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35230-C1DA-4971-BA80-D855E1A4844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4E999A-826C-4AE6-9531-7325F150F7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E82963-95E3-4241-83DE-237F801168C1}">
  <ds:schemaRefs>
    <ds:schemaRef ds:uri="http://schemas.openxmlformats.org/package/2006/metadata/core-properties"/>
    <ds:schemaRef ds:uri="http://purl.org/dc/elements/1.1/"/>
    <ds:schemaRef ds:uri="07ad3ed2-19d9-44f2-8773-6e6d7e5ee040"/>
    <ds:schemaRef ds:uri="da083add-181d-43df-886d-9d921766fa82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AT-Bildunterschriften_de.dot</Template>
  <TotalTime>0</TotalTime>
  <Pages>2</Pages>
  <Words>99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Kundenorientierte Produktentwicklung mit</vt:lpstr>
    </vt:vector>
  </TitlesOfParts>
  <Company>rütter &amp; reinecke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Kundenorientierte Produktentwicklung mit</dc:title>
  <dc:subject/>
  <dc:creator>heike</dc:creator>
  <cp:keywords/>
  <cp:lastModifiedBy>Katharina Remke</cp:lastModifiedBy>
  <cp:revision>43</cp:revision>
  <cp:lastPrinted>2019-02-14T09:03:00Z</cp:lastPrinted>
  <dcterms:created xsi:type="dcterms:W3CDTF">2024-11-18T12:47:00Z</dcterms:created>
  <dcterms:modified xsi:type="dcterms:W3CDTF">2025-04-11T10:29:00Z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0x0101005A8ED041EC771F47B2E8EA8459A119DC</vt:lpwstr>
  </property>
</Properties>
</file>